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1E8" w:rsidRPr="005074BE" w:rsidRDefault="006B769E" w:rsidP="005074BE">
      <w:pPr>
        <w:jc w:val="center"/>
        <w:rPr>
          <w:sz w:val="44"/>
          <w:szCs w:val="44"/>
        </w:rPr>
      </w:pPr>
      <w:r>
        <w:rPr>
          <w:sz w:val="44"/>
          <w:szCs w:val="44"/>
        </w:rPr>
        <w:pict w14:anchorId="3E3912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119.2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937A80" w:rsidRPr="00937A80" w:rsidRDefault="00937A80" w:rsidP="00937A80">
      <w:pPr>
        <w:jc w:val="center"/>
        <w:rPr>
          <w:sz w:val="36"/>
          <w:szCs w:val="36"/>
        </w:rPr>
      </w:pPr>
      <w:r>
        <w:rPr>
          <w:sz w:val="36"/>
          <w:szCs w:val="36"/>
        </w:rPr>
        <w:t>ACCOUNT APPLICATION</w:t>
      </w:r>
    </w:p>
    <w:p w:rsidR="00A3043E" w:rsidRDefault="00A3043E" w:rsidP="00A3043E"/>
    <w:tbl>
      <w:tblPr>
        <w:tblW w:w="1087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top w:w="29" w:type="dxa"/>
          <w:left w:w="115" w:type="dxa"/>
          <w:bottom w:w="29" w:type="dxa"/>
          <w:right w:w="115" w:type="dxa"/>
        </w:tblCellMar>
        <w:tblLook w:val="01C0" w:firstRow="0" w:lastRow="1" w:firstColumn="1" w:lastColumn="1" w:noHBand="0" w:noVBand="0"/>
      </w:tblPr>
      <w:tblGrid>
        <w:gridCol w:w="2312"/>
        <w:gridCol w:w="835"/>
        <w:gridCol w:w="7"/>
        <w:gridCol w:w="4742"/>
        <w:gridCol w:w="6"/>
        <w:gridCol w:w="2970"/>
      </w:tblGrid>
      <w:tr w:rsidR="00C81188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E6E6E6"/>
            <w:vAlign w:val="center"/>
          </w:tcPr>
          <w:p w:rsidR="00C81188" w:rsidRPr="00B72362" w:rsidRDefault="00C81188" w:rsidP="00B61506">
            <w:pPr>
              <w:pStyle w:val="SectionHeading"/>
            </w:pPr>
            <w:r w:rsidRPr="00B72362">
              <w:t>Applicant Information</w:t>
            </w:r>
          </w:p>
        </w:tc>
      </w:tr>
      <w:tr w:rsidR="0024648C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24648C" w:rsidRPr="00B72362" w:rsidRDefault="004251E8" w:rsidP="00B61506">
            <w:r>
              <w:t>Business / Company n</w:t>
            </w:r>
            <w:r w:rsidR="0024648C" w:rsidRPr="00B72362">
              <w:t>ame:</w:t>
            </w:r>
          </w:p>
        </w:tc>
      </w:tr>
      <w:tr w:rsidR="00C81188" w:rsidRPr="00B72362" w:rsidTr="001538DB">
        <w:trPr>
          <w:cantSplit/>
          <w:trHeight w:val="230"/>
          <w:jc w:val="center"/>
        </w:trPr>
        <w:tc>
          <w:tcPr>
            <w:tcW w:w="3147" w:type="dxa"/>
            <w:gridSpan w:val="2"/>
            <w:shd w:val="clear" w:color="auto" w:fill="auto"/>
            <w:vAlign w:val="center"/>
          </w:tcPr>
          <w:p w:rsidR="00C81188" w:rsidRPr="00B72362" w:rsidRDefault="00623DDF" w:rsidP="00B61506">
            <w:r w:rsidRPr="002935AC">
              <w:sym w:font="Wingdings" w:char="F0A8"/>
            </w:r>
            <w:r>
              <w:t xml:space="preserve"> Limited Company</w:t>
            </w:r>
          </w:p>
        </w:tc>
        <w:tc>
          <w:tcPr>
            <w:tcW w:w="4749" w:type="dxa"/>
            <w:gridSpan w:val="2"/>
            <w:shd w:val="clear" w:color="auto" w:fill="auto"/>
            <w:vAlign w:val="center"/>
          </w:tcPr>
          <w:p w:rsidR="00C81188" w:rsidRPr="00B72362" w:rsidRDefault="00623DDF" w:rsidP="00B61506">
            <w:r w:rsidRPr="002935AC">
              <w:sym w:font="Wingdings" w:char="F0A8"/>
            </w:r>
            <w:r>
              <w:t xml:space="preserve"> Trading As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C81188" w:rsidRPr="00B72362" w:rsidRDefault="00623DDF" w:rsidP="00B61506">
            <w:r w:rsidRPr="002935AC">
              <w:sym w:font="Wingdings" w:char="F0A8"/>
            </w:r>
            <w:r>
              <w:t xml:space="preserve"> Private</w:t>
            </w:r>
          </w:p>
        </w:tc>
      </w:tr>
      <w:tr w:rsidR="00C81188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AE1F72" w:rsidRPr="00B72362" w:rsidRDefault="00623DDF" w:rsidP="00B61506">
            <w:r>
              <w:t>Physical</w:t>
            </w:r>
            <w:r w:rsidR="00AE1F72" w:rsidRPr="00B72362">
              <w:t xml:space="preserve"> </w:t>
            </w:r>
            <w:r w:rsidR="001A7E81">
              <w:t>a</w:t>
            </w:r>
            <w:r w:rsidR="00C81188" w:rsidRPr="00B72362">
              <w:t>ddress</w:t>
            </w:r>
            <w:r w:rsidR="0011649E" w:rsidRPr="00B72362">
              <w:t>:</w:t>
            </w:r>
          </w:p>
        </w:tc>
      </w:tr>
      <w:tr w:rsidR="009622B2" w:rsidRPr="00B72362" w:rsidTr="001538DB">
        <w:trPr>
          <w:cantSplit/>
          <w:trHeight w:val="230"/>
          <w:jc w:val="center"/>
        </w:trPr>
        <w:tc>
          <w:tcPr>
            <w:tcW w:w="3147" w:type="dxa"/>
            <w:gridSpan w:val="2"/>
            <w:shd w:val="clear" w:color="auto" w:fill="auto"/>
            <w:vAlign w:val="center"/>
          </w:tcPr>
          <w:p w:rsidR="009622B2" w:rsidRPr="00B72362" w:rsidRDefault="00623DDF" w:rsidP="00B61506">
            <w:r>
              <w:t>Suburb</w:t>
            </w:r>
            <w:r w:rsidR="009622B2" w:rsidRPr="00B72362">
              <w:t>:</w:t>
            </w:r>
          </w:p>
        </w:tc>
        <w:tc>
          <w:tcPr>
            <w:tcW w:w="4749" w:type="dxa"/>
            <w:gridSpan w:val="2"/>
            <w:shd w:val="clear" w:color="auto" w:fill="auto"/>
            <w:vAlign w:val="center"/>
          </w:tcPr>
          <w:p w:rsidR="009622B2" w:rsidRPr="00B72362" w:rsidRDefault="00623DDF" w:rsidP="00B61506">
            <w:r>
              <w:t>Town</w:t>
            </w:r>
            <w:r w:rsidR="009622B2" w:rsidRPr="00B72362">
              <w:t>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622B2" w:rsidRPr="00B72362" w:rsidRDefault="00623DDF" w:rsidP="00B61506">
            <w:r>
              <w:t>City</w:t>
            </w:r>
            <w:r w:rsidR="009622B2" w:rsidRPr="00B72362">
              <w:t>:</w:t>
            </w:r>
          </w:p>
        </w:tc>
      </w:tr>
      <w:tr w:rsidR="00093EC2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093EC2" w:rsidRPr="00B72362" w:rsidRDefault="00093EC2" w:rsidP="00B61506">
            <w:r>
              <w:t>Postal a</w:t>
            </w:r>
            <w:r w:rsidRPr="00B72362">
              <w:t>ddress:</w:t>
            </w:r>
          </w:p>
        </w:tc>
      </w:tr>
      <w:tr w:rsidR="00F149CC" w:rsidRPr="00B72362" w:rsidTr="001538DB">
        <w:trPr>
          <w:cantSplit/>
          <w:trHeight w:val="230"/>
          <w:jc w:val="center"/>
        </w:trPr>
        <w:tc>
          <w:tcPr>
            <w:tcW w:w="3147" w:type="dxa"/>
            <w:gridSpan w:val="2"/>
            <w:shd w:val="clear" w:color="auto" w:fill="auto"/>
            <w:vAlign w:val="center"/>
          </w:tcPr>
          <w:p w:rsidR="00F149CC" w:rsidRPr="00B72362" w:rsidRDefault="00623DDF" w:rsidP="00B61506">
            <w:r>
              <w:t>Suburb</w:t>
            </w:r>
            <w:r w:rsidR="00F149CC" w:rsidRPr="00B72362">
              <w:t>:</w:t>
            </w:r>
          </w:p>
        </w:tc>
        <w:tc>
          <w:tcPr>
            <w:tcW w:w="4749" w:type="dxa"/>
            <w:gridSpan w:val="2"/>
            <w:shd w:val="clear" w:color="auto" w:fill="auto"/>
            <w:vAlign w:val="center"/>
          </w:tcPr>
          <w:p w:rsidR="00F149CC" w:rsidRPr="00B72362" w:rsidRDefault="00623DDF" w:rsidP="00B61506">
            <w:r>
              <w:t>Town</w:t>
            </w:r>
            <w:r w:rsidR="00F149CC" w:rsidRPr="00B72362">
              <w:t>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49CC" w:rsidRPr="00B72362" w:rsidRDefault="00623DDF" w:rsidP="00B61506">
            <w:r>
              <w:t>City</w:t>
            </w:r>
            <w:r w:rsidR="005360D4" w:rsidRPr="00B72362">
              <w:t>:</w:t>
            </w:r>
          </w:p>
        </w:tc>
      </w:tr>
      <w:tr w:rsidR="00093EC2" w:rsidRPr="00B72362" w:rsidTr="001538DB">
        <w:trPr>
          <w:cantSplit/>
          <w:trHeight w:val="230"/>
          <w:jc w:val="center"/>
        </w:trPr>
        <w:tc>
          <w:tcPr>
            <w:tcW w:w="7902" w:type="dxa"/>
            <w:gridSpan w:val="5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093EC2" w:rsidRPr="00B72362" w:rsidRDefault="00093EC2" w:rsidP="00B00994"/>
        </w:tc>
        <w:tc>
          <w:tcPr>
            <w:tcW w:w="29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093EC2" w:rsidRPr="00B72362" w:rsidRDefault="001C543A" w:rsidP="00B61506">
            <w:r>
              <w:t>Post</w:t>
            </w:r>
            <w:r w:rsidR="00093EC2">
              <w:t xml:space="preserve"> Code:</w:t>
            </w:r>
          </w:p>
        </w:tc>
      </w:tr>
      <w:tr w:rsidR="00B00994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B00994" w:rsidRDefault="00B00994" w:rsidP="00B00994">
            <w:r>
              <w:t>Delivery address: (if different from above)</w:t>
            </w:r>
          </w:p>
          <w:p w:rsidR="00B00994" w:rsidRDefault="00B00994" w:rsidP="00B61506"/>
        </w:tc>
      </w:tr>
      <w:tr w:rsidR="00532E88" w:rsidRPr="00B72362" w:rsidTr="001538DB">
        <w:trPr>
          <w:cantSplit/>
          <w:trHeight w:val="230"/>
          <w:jc w:val="center"/>
        </w:trPr>
        <w:tc>
          <w:tcPr>
            <w:tcW w:w="2312" w:type="dxa"/>
            <w:shd w:val="clear" w:color="auto" w:fill="auto"/>
            <w:vAlign w:val="center"/>
          </w:tcPr>
          <w:p w:rsidR="00532E88" w:rsidRPr="00B72362" w:rsidRDefault="00532E88" w:rsidP="00B61506">
            <w:r w:rsidRPr="00B72362">
              <w:t>Phone:</w:t>
            </w:r>
          </w:p>
        </w:tc>
        <w:tc>
          <w:tcPr>
            <w:tcW w:w="5584" w:type="dxa"/>
            <w:gridSpan w:val="3"/>
            <w:shd w:val="clear" w:color="auto" w:fill="auto"/>
            <w:vAlign w:val="center"/>
          </w:tcPr>
          <w:p w:rsidR="00532E88" w:rsidRPr="00B72362" w:rsidRDefault="00B00974" w:rsidP="00B61506">
            <w:r>
              <w:t>E</w:t>
            </w:r>
            <w:r w:rsidR="00532E88" w:rsidRPr="00B72362">
              <w:t>mail: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532E88" w:rsidRPr="00B72362" w:rsidRDefault="00532E88" w:rsidP="00B61506">
            <w:r w:rsidRPr="00B72362">
              <w:t>Fax:</w:t>
            </w:r>
          </w:p>
        </w:tc>
      </w:tr>
      <w:tr w:rsidR="00B00994" w:rsidRPr="00B72362" w:rsidTr="001538DB">
        <w:trPr>
          <w:cantSplit/>
          <w:trHeight w:val="230"/>
          <w:jc w:val="center"/>
        </w:trPr>
        <w:tc>
          <w:tcPr>
            <w:tcW w:w="7902" w:type="dxa"/>
            <w:gridSpan w:val="5"/>
            <w:shd w:val="clear" w:color="auto" w:fill="auto"/>
            <w:vAlign w:val="center"/>
          </w:tcPr>
          <w:p w:rsidR="00B00994" w:rsidRPr="00B72362" w:rsidRDefault="00B00994" w:rsidP="00B61506">
            <w:r w:rsidRPr="00B72362">
              <w:t>C</w:t>
            </w:r>
            <w:r>
              <w:t>ontact name</w:t>
            </w:r>
            <w:r w:rsidRPr="00B72362">
              <w:t>: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00994" w:rsidRPr="00B72362" w:rsidRDefault="00B00994" w:rsidP="00B61506">
            <w:r>
              <w:t>DDI/Mob</w:t>
            </w:r>
            <w:r w:rsidRPr="00B72362">
              <w:t>:</w:t>
            </w:r>
          </w:p>
        </w:tc>
      </w:tr>
      <w:tr w:rsidR="002C0936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2C0936" w:rsidRDefault="00611483" w:rsidP="00B61506">
            <w:r>
              <w:t>Other I</w:t>
            </w:r>
            <w:r w:rsidR="00811193">
              <w:t>nformation</w:t>
            </w:r>
            <w:r w:rsidR="002C0936" w:rsidRPr="00B72362">
              <w:t>:</w:t>
            </w:r>
          </w:p>
          <w:p w:rsidR="00A24570" w:rsidRDefault="00A24570" w:rsidP="00B61506">
            <w:bookmarkStart w:id="0" w:name="_GoBack"/>
            <w:bookmarkEnd w:id="0"/>
          </w:p>
          <w:p w:rsidR="00811193" w:rsidRPr="00B72362" w:rsidRDefault="00811193" w:rsidP="00B61506"/>
        </w:tc>
      </w:tr>
      <w:tr w:rsidR="00D461ED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E6E6E6"/>
            <w:vAlign w:val="center"/>
          </w:tcPr>
          <w:p w:rsidR="00D461ED" w:rsidRPr="00B72362" w:rsidRDefault="00D461ED" w:rsidP="00B61506">
            <w:pPr>
              <w:pStyle w:val="SectionHeading"/>
            </w:pPr>
            <w:r w:rsidRPr="00B72362">
              <w:t xml:space="preserve"> </w:t>
            </w:r>
            <w:r w:rsidR="00811193">
              <w:t xml:space="preserve">Accounts </w:t>
            </w:r>
            <w:r w:rsidRPr="00B72362">
              <w:t>Informatio</w:t>
            </w:r>
            <w:r w:rsidR="00811193">
              <w:t>n</w:t>
            </w:r>
          </w:p>
        </w:tc>
      </w:tr>
      <w:tr w:rsidR="00EB52A5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EB52A5" w:rsidRPr="00B72362" w:rsidRDefault="00B00974" w:rsidP="00B61506">
            <w:r>
              <w:t>Accounts contact n</w:t>
            </w:r>
            <w:r w:rsidR="00EB52A5" w:rsidRPr="00B72362">
              <w:t>ame:</w:t>
            </w:r>
          </w:p>
        </w:tc>
      </w:tr>
      <w:tr w:rsidR="00B00974" w:rsidRPr="00B72362" w:rsidTr="001538DB">
        <w:trPr>
          <w:cantSplit/>
          <w:trHeight w:val="230"/>
          <w:jc w:val="center"/>
        </w:trPr>
        <w:tc>
          <w:tcPr>
            <w:tcW w:w="3147" w:type="dxa"/>
            <w:gridSpan w:val="2"/>
            <w:shd w:val="clear" w:color="auto" w:fill="auto"/>
            <w:vAlign w:val="center"/>
          </w:tcPr>
          <w:p w:rsidR="00B00974" w:rsidRPr="00B72362" w:rsidRDefault="00B00974" w:rsidP="00B61506">
            <w:r>
              <w:t>Phone</w:t>
            </w:r>
            <w:r w:rsidRPr="00B72362">
              <w:t>:</w:t>
            </w:r>
          </w:p>
        </w:tc>
        <w:tc>
          <w:tcPr>
            <w:tcW w:w="7725" w:type="dxa"/>
            <w:gridSpan w:val="4"/>
            <w:shd w:val="clear" w:color="auto" w:fill="auto"/>
            <w:vAlign w:val="center"/>
          </w:tcPr>
          <w:p w:rsidR="00B00974" w:rsidRPr="00B72362" w:rsidRDefault="00B00974" w:rsidP="00B61506">
            <w:r>
              <w:t>Fax</w:t>
            </w:r>
          </w:p>
        </w:tc>
      </w:tr>
      <w:tr w:rsidR="001C543A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1C543A" w:rsidRDefault="001C543A" w:rsidP="001C543A">
            <w:r>
              <w:t xml:space="preserve">Your preference for receiving invoices / statements:       </w:t>
            </w:r>
            <w:r w:rsidRPr="002935AC">
              <w:sym w:font="Wingdings" w:char="F0A8"/>
            </w:r>
            <w:r>
              <w:t xml:space="preserve"> Email         </w:t>
            </w:r>
            <w:r w:rsidRPr="002935AC">
              <w:sym w:font="Wingdings" w:char="F0A8"/>
            </w:r>
            <w:r>
              <w:t xml:space="preserve"> Post       </w:t>
            </w:r>
          </w:p>
        </w:tc>
      </w:tr>
      <w:tr w:rsidR="00EB52A5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EB52A5" w:rsidRPr="00B72362" w:rsidRDefault="00B00974" w:rsidP="001C543A">
            <w:r>
              <w:t>Email</w:t>
            </w:r>
            <w:r w:rsidR="001C543A">
              <w:t>: (for invoicing</w:t>
            </w:r>
            <w:r>
              <w:t>/statement</w:t>
            </w:r>
            <w:r w:rsidR="001C543A">
              <w:t>s)</w:t>
            </w:r>
          </w:p>
        </w:tc>
      </w:tr>
      <w:tr w:rsidR="00EB52A5" w:rsidRPr="00B72362" w:rsidTr="001538DB">
        <w:trPr>
          <w:cantSplit/>
          <w:trHeight w:val="230"/>
          <w:jc w:val="center"/>
        </w:trPr>
        <w:tc>
          <w:tcPr>
            <w:tcW w:w="3147" w:type="dxa"/>
            <w:gridSpan w:val="2"/>
            <w:shd w:val="clear" w:color="auto" w:fill="auto"/>
            <w:vAlign w:val="center"/>
          </w:tcPr>
          <w:p w:rsidR="00EB52A5" w:rsidRPr="00B72362" w:rsidRDefault="001C543A" w:rsidP="00B61506">
            <w:r>
              <w:t>PO Box</w:t>
            </w:r>
            <w:r w:rsidR="00EB52A5" w:rsidRPr="00B72362">
              <w:t>:</w:t>
            </w:r>
          </w:p>
        </w:tc>
        <w:tc>
          <w:tcPr>
            <w:tcW w:w="4749" w:type="dxa"/>
            <w:gridSpan w:val="2"/>
            <w:shd w:val="clear" w:color="auto" w:fill="auto"/>
            <w:vAlign w:val="center"/>
          </w:tcPr>
          <w:p w:rsidR="00EB52A5" w:rsidRPr="00B72362" w:rsidRDefault="001C543A" w:rsidP="00B61506">
            <w:r>
              <w:t>City</w:t>
            </w:r>
            <w:r w:rsidR="00EB52A5" w:rsidRPr="00B72362">
              <w:t>: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EB52A5" w:rsidRPr="00B72362" w:rsidRDefault="001C543A" w:rsidP="00B61506">
            <w:r>
              <w:t>Post Code</w:t>
            </w:r>
            <w:r w:rsidR="00EB52A5" w:rsidRPr="00B72362">
              <w:t>:</w:t>
            </w:r>
          </w:p>
        </w:tc>
      </w:tr>
      <w:tr w:rsidR="00611483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611483" w:rsidRDefault="00611483" w:rsidP="00B61506">
            <w:r>
              <w:t>Accounting Type:</w:t>
            </w:r>
          </w:p>
          <w:p w:rsidR="00611483" w:rsidRDefault="00611483" w:rsidP="00B61506"/>
          <w:p w:rsidR="00611483" w:rsidRDefault="00611483" w:rsidP="00B61506">
            <w:r w:rsidRPr="002935AC">
              <w:sym w:font="Wingdings" w:char="F0A8"/>
            </w:r>
            <w:r>
              <w:t xml:space="preserve"> Cash Sale </w:t>
            </w:r>
          </w:p>
          <w:p w:rsidR="00611483" w:rsidRDefault="00611483" w:rsidP="00B61506">
            <w:r>
              <w:t xml:space="preserve">       </w:t>
            </w:r>
          </w:p>
          <w:p w:rsidR="00611483" w:rsidRDefault="00611483" w:rsidP="00B61506">
            <w:r w:rsidRPr="002935AC">
              <w:sym w:font="Wingdings" w:char="F0A8"/>
            </w:r>
            <w:r>
              <w:t xml:space="preserve"> 7 Day Account</w:t>
            </w:r>
          </w:p>
          <w:p w:rsidR="00611483" w:rsidRDefault="00611483" w:rsidP="00B61506"/>
          <w:p w:rsidR="00611483" w:rsidRDefault="00611483" w:rsidP="00B61506">
            <w:r w:rsidRPr="002935AC">
              <w:sym w:font="Wingdings" w:char="F0A8"/>
            </w:r>
            <w:r>
              <w:t xml:space="preserve"> Normal Business Trading Account. (Completed, signed </w:t>
            </w:r>
            <w:r w:rsidR="00731F47">
              <w:t>“</w:t>
            </w:r>
            <w:r>
              <w:t>Terms &amp; Conditions of Trade</w:t>
            </w:r>
            <w:r w:rsidR="00731F47">
              <w:t>”</w:t>
            </w:r>
            <w:r>
              <w:t xml:space="preserve"> required)</w:t>
            </w:r>
          </w:p>
          <w:p w:rsidR="00611483" w:rsidRDefault="00611483" w:rsidP="00B61506"/>
          <w:p w:rsidR="00611483" w:rsidRDefault="00611483" w:rsidP="00B61506">
            <w:r w:rsidRPr="002935AC">
              <w:sym w:font="Wingdings" w:char="F0A8"/>
            </w:r>
            <w:r>
              <w:t xml:space="preserve"> Other (By arrangement)</w:t>
            </w:r>
          </w:p>
          <w:p w:rsidR="00611483" w:rsidRPr="00B72362" w:rsidRDefault="00611483" w:rsidP="00B61506"/>
        </w:tc>
      </w:tr>
      <w:tr w:rsidR="00623471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623471" w:rsidRDefault="00623471" w:rsidP="00B61506">
            <w:r>
              <w:t>NB: Please forward remittance advice for all payments</w:t>
            </w:r>
          </w:p>
        </w:tc>
      </w:tr>
      <w:tr w:rsidR="00EB52A5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EB52A5" w:rsidRDefault="00611483" w:rsidP="00B61506">
            <w:r>
              <w:t>Other Information:</w:t>
            </w:r>
          </w:p>
          <w:p w:rsidR="00A24570" w:rsidRDefault="00A24570" w:rsidP="00B61506"/>
          <w:p w:rsidR="00611483" w:rsidRPr="00B72362" w:rsidRDefault="00611483" w:rsidP="00B61506"/>
        </w:tc>
      </w:tr>
      <w:tr w:rsidR="005F4A91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5F4A91" w:rsidRPr="00B72362" w:rsidRDefault="005F4A91" w:rsidP="00B61506">
            <w:r>
              <w:t xml:space="preserve">Purchasing Officer Name:                                                                                                          </w:t>
            </w:r>
            <w:r w:rsidRPr="002935AC">
              <w:sym w:font="Wingdings" w:char="F0A8"/>
            </w:r>
            <w:r>
              <w:t xml:space="preserve"> Order Numbers Required</w:t>
            </w:r>
          </w:p>
        </w:tc>
      </w:tr>
      <w:tr w:rsidR="00346988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346988" w:rsidRDefault="00346988" w:rsidP="00D850F5">
            <w:r>
              <w:t xml:space="preserve">NB: Signed proof of purchase required. </w:t>
            </w:r>
            <w:r w:rsidR="00D850F5">
              <w:t xml:space="preserve">                                                                </w:t>
            </w:r>
            <w:r>
              <w:t>Delivery Note</w:t>
            </w:r>
            <w:r w:rsidR="00B72A46">
              <w:t>/Invoice</w:t>
            </w:r>
            <w:r>
              <w:t xml:space="preserve"> numbers correspond</w:t>
            </w:r>
          </w:p>
        </w:tc>
      </w:tr>
      <w:tr w:rsidR="00EB52A5" w:rsidRPr="00B72362" w:rsidTr="001F4114">
        <w:trPr>
          <w:cantSplit/>
          <w:trHeight w:val="468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8B0C48" w:rsidRDefault="008B0C48" w:rsidP="00B61506">
            <w:r>
              <w:t xml:space="preserve">Application Completed by:                                                                                                            </w:t>
            </w:r>
          </w:p>
          <w:p w:rsidR="008B0C48" w:rsidRDefault="008B0C48" w:rsidP="00B61506"/>
          <w:p w:rsidR="008B0C48" w:rsidRPr="00B72362" w:rsidRDefault="008B0C48" w:rsidP="00B61506">
            <w:r>
              <w:t>Position                                                                                    Signed:                                       Date:</w:t>
            </w:r>
          </w:p>
        </w:tc>
      </w:tr>
      <w:tr w:rsidR="00EB52A5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E6E6E6"/>
            <w:vAlign w:val="center"/>
          </w:tcPr>
          <w:p w:rsidR="00EB52A5" w:rsidRPr="00B72362" w:rsidRDefault="00937A80" w:rsidP="00B61506">
            <w:pPr>
              <w:pStyle w:val="SectionHeading"/>
            </w:pPr>
            <w:r>
              <w:t>fML OFFICE USE ONLY</w:t>
            </w:r>
            <w:r w:rsidR="008B0C48">
              <w:t xml:space="preserve"> </w:t>
            </w:r>
            <w:r w:rsidR="00B61506">
              <w:t xml:space="preserve"> </w:t>
            </w:r>
          </w:p>
        </w:tc>
      </w:tr>
      <w:tr w:rsidR="00B61506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B61506" w:rsidRPr="00B72362" w:rsidRDefault="008F2D63" w:rsidP="00B61506">
            <w:r>
              <w:t>Application received via</w:t>
            </w:r>
            <w:r w:rsidR="004D2613">
              <w:t xml:space="preserve">: </w:t>
            </w:r>
            <w:r>
              <w:t xml:space="preserve"> </w:t>
            </w:r>
            <w:r w:rsidR="004D2613" w:rsidRPr="002935AC">
              <w:sym w:font="Wingdings" w:char="F0A8"/>
            </w:r>
            <w:r w:rsidR="004D2613">
              <w:t xml:space="preserve"> Post                        </w:t>
            </w:r>
            <w:r w:rsidR="004D2613" w:rsidRPr="002935AC">
              <w:sym w:font="Wingdings" w:char="F0A8"/>
            </w:r>
            <w:r w:rsidR="004D2613">
              <w:t xml:space="preserve"> Fax                      </w:t>
            </w:r>
            <w:r w:rsidR="004D2613" w:rsidRPr="002935AC">
              <w:sym w:font="Wingdings" w:char="F0A8"/>
            </w:r>
            <w:r w:rsidR="004D2613">
              <w:t xml:space="preserve"> Email                       </w:t>
            </w:r>
            <w:r w:rsidR="004D2613" w:rsidRPr="002935AC">
              <w:sym w:font="Wingdings" w:char="F0A8"/>
            </w:r>
            <w:r w:rsidR="004D2613">
              <w:t xml:space="preserve"> By Hand</w:t>
            </w:r>
          </w:p>
        </w:tc>
      </w:tr>
      <w:tr w:rsidR="00046106" w:rsidRPr="00B72362" w:rsidTr="001538DB">
        <w:trPr>
          <w:cantSplit/>
          <w:trHeight w:val="230"/>
          <w:jc w:val="center"/>
        </w:trPr>
        <w:tc>
          <w:tcPr>
            <w:tcW w:w="7902" w:type="dxa"/>
            <w:gridSpan w:val="5"/>
            <w:shd w:val="clear" w:color="auto" w:fill="auto"/>
            <w:vAlign w:val="center"/>
          </w:tcPr>
          <w:p w:rsidR="00046106" w:rsidRPr="00B72362" w:rsidRDefault="004D2613" w:rsidP="00B61506">
            <w:r>
              <w:t xml:space="preserve">Processed by:      </w:t>
            </w:r>
            <w:r w:rsidR="005F522E">
              <w:t xml:space="preserve">                                </w:t>
            </w:r>
            <w:r w:rsidR="005F522E" w:rsidRPr="002935AC">
              <w:sym w:font="Wingdings" w:char="F0A8"/>
            </w:r>
            <w:r w:rsidR="005F522E">
              <w:t xml:space="preserve"> </w:t>
            </w:r>
            <w:r>
              <w:t xml:space="preserve"> </w:t>
            </w:r>
            <w:r w:rsidR="005F522E">
              <w:t>Entered</w:t>
            </w:r>
            <w:r w:rsidR="00B72A46">
              <w:t xml:space="preserve"> System</w:t>
            </w:r>
            <w:r w:rsidR="005F522E">
              <w:t xml:space="preserve">              </w:t>
            </w:r>
            <w:r w:rsidR="005F522E" w:rsidRPr="002935AC">
              <w:sym w:font="Wingdings" w:char="F0A8"/>
            </w:r>
            <w:r w:rsidR="00B72A46">
              <w:t>R/List</w:t>
            </w:r>
            <w:r w:rsidR="00731F47">
              <w:t xml:space="preserve">           </w:t>
            </w:r>
            <w:r w:rsidR="005F522E" w:rsidRPr="002935AC">
              <w:sym w:font="Wingdings" w:char="F0A8"/>
            </w:r>
            <w:r w:rsidR="005F522E">
              <w:t xml:space="preserve"> </w:t>
            </w:r>
            <w:r w:rsidR="00B72A46">
              <w:t>Filed</w:t>
            </w:r>
            <w:r>
              <w:t xml:space="preserve">                                          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046106" w:rsidRPr="00B72362" w:rsidRDefault="004D2613" w:rsidP="00B61506">
            <w:r>
              <w:t>Date:</w:t>
            </w:r>
          </w:p>
        </w:tc>
      </w:tr>
      <w:tr w:rsidR="00046106" w:rsidRPr="00B72362" w:rsidTr="001538DB">
        <w:trPr>
          <w:cantSplit/>
          <w:trHeight w:val="230"/>
          <w:jc w:val="center"/>
        </w:trPr>
        <w:tc>
          <w:tcPr>
            <w:tcW w:w="3154" w:type="dxa"/>
            <w:gridSpan w:val="3"/>
            <w:shd w:val="clear" w:color="auto" w:fill="auto"/>
            <w:vAlign w:val="center"/>
          </w:tcPr>
          <w:p w:rsidR="00046106" w:rsidRPr="00B72362" w:rsidRDefault="004D2613" w:rsidP="00B61506">
            <w:r w:rsidRPr="002935AC">
              <w:sym w:font="Wingdings" w:char="F0A8"/>
            </w:r>
            <w:r>
              <w:t xml:space="preserve"> Credit Check (if required)</w:t>
            </w:r>
          </w:p>
        </w:tc>
        <w:tc>
          <w:tcPr>
            <w:tcW w:w="4748" w:type="dxa"/>
            <w:gridSpan w:val="2"/>
            <w:shd w:val="clear" w:color="auto" w:fill="auto"/>
            <w:vAlign w:val="center"/>
          </w:tcPr>
          <w:p w:rsidR="00046106" w:rsidRPr="00B72362" w:rsidRDefault="005F522E" w:rsidP="00B61506">
            <w:r w:rsidRPr="002935AC">
              <w:sym w:font="Wingdings" w:char="F0A8"/>
            </w:r>
            <w:r>
              <w:t xml:space="preserve"> Terms and Conditions of Trade completed and signed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046106" w:rsidRPr="00B72362" w:rsidRDefault="00046106" w:rsidP="00B61506"/>
        </w:tc>
      </w:tr>
      <w:tr w:rsidR="00EB52A5" w:rsidRPr="00B72362" w:rsidTr="001538DB">
        <w:trPr>
          <w:cantSplit/>
          <w:trHeight w:val="230"/>
          <w:jc w:val="center"/>
        </w:trPr>
        <w:tc>
          <w:tcPr>
            <w:tcW w:w="10872" w:type="dxa"/>
            <w:gridSpan w:val="6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EB52A5" w:rsidRPr="00B72362" w:rsidRDefault="005F522E" w:rsidP="00B61506">
            <w:r>
              <w:t xml:space="preserve">Credit App </w:t>
            </w:r>
            <w:r w:rsidRPr="002935AC">
              <w:sym w:font="Wingdings" w:char="F0A8"/>
            </w:r>
            <w:r>
              <w:t xml:space="preserve"> Accepted </w:t>
            </w:r>
            <w:r w:rsidRPr="002935AC">
              <w:sym w:font="Wingdings" w:char="F0A8"/>
            </w:r>
            <w:r>
              <w:t xml:space="preserve"> Declined (note reasons)</w:t>
            </w:r>
          </w:p>
        </w:tc>
      </w:tr>
      <w:tr w:rsidR="00731F47" w:rsidRPr="00B72362" w:rsidTr="00B72A46">
        <w:trPr>
          <w:cantSplit/>
          <w:trHeight w:val="919"/>
          <w:jc w:val="center"/>
        </w:trPr>
        <w:tc>
          <w:tcPr>
            <w:tcW w:w="10872" w:type="dxa"/>
            <w:gridSpan w:val="6"/>
            <w:shd w:val="clear" w:color="auto" w:fill="auto"/>
            <w:vAlign w:val="center"/>
          </w:tcPr>
          <w:p w:rsidR="00731F47" w:rsidRDefault="00731F47" w:rsidP="00B61506">
            <w:r>
              <w:t>Notes:</w:t>
            </w:r>
          </w:p>
          <w:p w:rsidR="00A24570" w:rsidRDefault="00A24570" w:rsidP="00B61506"/>
          <w:p w:rsidR="00623471" w:rsidRDefault="00623471" w:rsidP="00B61506"/>
        </w:tc>
      </w:tr>
    </w:tbl>
    <w:p w:rsidR="00415F5F" w:rsidRPr="00B72362" w:rsidRDefault="00415F5F" w:rsidP="00A24570"/>
    <w:sectPr w:rsidR="00415F5F" w:rsidRPr="00B72362" w:rsidSect="00B72A46">
      <w:footerReference w:type="default" r:id="rId9"/>
      <w:pgSz w:w="11907" w:h="16839" w:code="9"/>
      <w:pgMar w:top="142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9E" w:rsidRDefault="006B769E" w:rsidP="00DA7EAC">
      <w:pPr>
        <w:pStyle w:val="Heading1"/>
      </w:pPr>
      <w:r>
        <w:separator/>
      </w:r>
    </w:p>
  </w:endnote>
  <w:endnote w:type="continuationSeparator" w:id="0">
    <w:p w:rsidR="006B769E" w:rsidRDefault="006B769E" w:rsidP="00DA7EAC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072" w:rsidRDefault="005D6072" w:rsidP="00EB52A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9E" w:rsidRDefault="006B769E" w:rsidP="00DA7EAC">
      <w:pPr>
        <w:pStyle w:val="Heading1"/>
      </w:pPr>
      <w:r>
        <w:separator/>
      </w:r>
    </w:p>
  </w:footnote>
  <w:footnote w:type="continuationSeparator" w:id="0">
    <w:p w:rsidR="006B769E" w:rsidRDefault="006B769E" w:rsidP="00DA7EAC">
      <w:pPr>
        <w:pStyle w:val="Heading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97F59"/>
    <w:multiLevelType w:val="hybridMultilevel"/>
    <w:tmpl w:val="8F8EB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1E8"/>
    <w:rsid w:val="00017261"/>
    <w:rsid w:val="00017DD1"/>
    <w:rsid w:val="000332AD"/>
    <w:rsid w:val="00046106"/>
    <w:rsid w:val="00093EC2"/>
    <w:rsid w:val="000C0676"/>
    <w:rsid w:val="000C3395"/>
    <w:rsid w:val="000F3C5D"/>
    <w:rsid w:val="0011649E"/>
    <w:rsid w:val="00136B05"/>
    <w:rsid w:val="001538DB"/>
    <w:rsid w:val="0016303A"/>
    <w:rsid w:val="00190F40"/>
    <w:rsid w:val="001A7E81"/>
    <w:rsid w:val="001C543A"/>
    <w:rsid w:val="001F0A5D"/>
    <w:rsid w:val="001F4114"/>
    <w:rsid w:val="001F7A95"/>
    <w:rsid w:val="00240AF1"/>
    <w:rsid w:val="0024648C"/>
    <w:rsid w:val="002602F0"/>
    <w:rsid w:val="002935AC"/>
    <w:rsid w:val="002C0936"/>
    <w:rsid w:val="00346988"/>
    <w:rsid w:val="00384215"/>
    <w:rsid w:val="00415F5F"/>
    <w:rsid w:val="0042038C"/>
    <w:rsid w:val="004251E8"/>
    <w:rsid w:val="00461DCB"/>
    <w:rsid w:val="0046276C"/>
    <w:rsid w:val="00491A66"/>
    <w:rsid w:val="004D2613"/>
    <w:rsid w:val="005074BE"/>
    <w:rsid w:val="00531C25"/>
    <w:rsid w:val="00532E88"/>
    <w:rsid w:val="005360D4"/>
    <w:rsid w:val="0054754E"/>
    <w:rsid w:val="0056338C"/>
    <w:rsid w:val="005D4280"/>
    <w:rsid w:val="005D6072"/>
    <w:rsid w:val="005F4A91"/>
    <w:rsid w:val="005F522E"/>
    <w:rsid w:val="00611483"/>
    <w:rsid w:val="00623471"/>
    <w:rsid w:val="00623DDF"/>
    <w:rsid w:val="006638AD"/>
    <w:rsid w:val="00665334"/>
    <w:rsid w:val="00671993"/>
    <w:rsid w:val="00682713"/>
    <w:rsid w:val="006B769E"/>
    <w:rsid w:val="00722DE8"/>
    <w:rsid w:val="00731F47"/>
    <w:rsid w:val="00733AC6"/>
    <w:rsid w:val="007344B3"/>
    <w:rsid w:val="00770EEA"/>
    <w:rsid w:val="00774101"/>
    <w:rsid w:val="007E3D81"/>
    <w:rsid w:val="00811193"/>
    <w:rsid w:val="008658E6"/>
    <w:rsid w:val="00884CA6"/>
    <w:rsid w:val="00887861"/>
    <w:rsid w:val="00890AE3"/>
    <w:rsid w:val="008B0C48"/>
    <w:rsid w:val="008B0EC2"/>
    <w:rsid w:val="008F2D63"/>
    <w:rsid w:val="00932D09"/>
    <w:rsid w:val="00937A80"/>
    <w:rsid w:val="009622B2"/>
    <w:rsid w:val="009F58BB"/>
    <w:rsid w:val="00A24570"/>
    <w:rsid w:val="00A3043E"/>
    <w:rsid w:val="00A41E64"/>
    <w:rsid w:val="00A4373B"/>
    <w:rsid w:val="00AC087E"/>
    <w:rsid w:val="00AE1F72"/>
    <w:rsid w:val="00AF093D"/>
    <w:rsid w:val="00B00974"/>
    <w:rsid w:val="00B00994"/>
    <w:rsid w:val="00B04903"/>
    <w:rsid w:val="00B12708"/>
    <w:rsid w:val="00B41C69"/>
    <w:rsid w:val="00B61506"/>
    <w:rsid w:val="00B72362"/>
    <w:rsid w:val="00B72A46"/>
    <w:rsid w:val="00B76A88"/>
    <w:rsid w:val="00B96D9F"/>
    <w:rsid w:val="00BE09D6"/>
    <w:rsid w:val="00C10A5F"/>
    <w:rsid w:val="00C30E55"/>
    <w:rsid w:val="00C63324"/>
    <w:rsid w:val="00C81188"/>
    <w:rsid w:val="00CB5E53"/>
    <w:rsid w:val="00CC6A22"/>
    <w:rsid w:val="00CC7CB7"/>
    <w:rsid w:val="00D02133"/>
    <w:rsid w:val="00D133D3"/>
    <w:rsid w:val="00D21FCD"/>
    <w:rsid w:val="00D32B22"/>
    <w:rsid w:val="00D34CBE"/>
    <w:rsid w:val="00D461ED"/>
    <w:rsid w:val="00D53D61"/>
    <w:rsid w:val="00D66A94"/>
    <w:rsid w:val="00D850F5"/>
    <w:rsid w:val="00DA5F94"/>
    <w:rsid w:val="00DA7EAC"/>
    <w:rsid w:val="00DC7480"/>
    <w:rsid w:val="00DF1BA0"/>
    <w:rsid w:val="00E33DC8"/>
    <w:rsid w:val="00E630EB"/>
    <w:rsid w:val="00E75AE6"/>
    <w:rsid w:val="00E80215"/>
    <w:rsid w:val="00E938DA"/>
    <w:rsid w:val="00EB52A5"/>
    <w:rsid w:val="00EC655E"/>
    <w:rsid w:val="00EE33CA"/>
    <w:rsid w:val="00F04B9B"/>
    <w:rsid w:val="00F0626A"/>
    <w:rsid w:val="00F06353"/>
    <w:rsid w:val="00F149CC"/>
    <w:rsid w:val="00F46364"/>
    <w:rsid w:val="00F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BECA8A"/>
  <w15:docId w15:val="{7340C639-1B79-4983-B8D2-3535560C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A7EAC"/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DA7EAC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qFormat/>
    <w:rsid w:val="00DA7EAC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7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A7EAC"/>
    <w:pPr>
      <w:jc w:val="center"/>
    </w:pPr>
    <w:rPr>
      <w:caps/>
    </w:rPr>
  </w:style>
  <w:style w:type="paragraph" w:customStyle="1" w:styleId="SignatureText">
    <w:name w:val="Signature Text"/>
    <w:basedOn w:val="Normal"/>
    <w:rsid w:val="00F06353"/>
    <w:pPr>
      <w:spacing w:before="40" w:after="80"/>
    </w:pPr>
  </w:style>
  <w:style w:type="character" w:styleId="PageNumber">
    <w:name w:val="page number"/>
    <w:basedOn w:val="DefaultParagraphFont"/>
    <w:rsid w:val="00EB52A5"/>
  </w:style>
  <w:style w:type="paragraph" w:styleId="BalloonText">
    <w:name w:val="Balloon Text"/>
    <w:basedOn w:val="Normal"/>
    <w:semiHidden/>
    <w:rsid w:val="00AF093D"/>
    <w:rPr>
      <w:rFonts w:cs="Tahoma"/>
    </w:rPr>
  </w:style>
  <w:style w:type="character" w:styleId="Hyperlink">
    <w:name w:val="Hyperlink"/>
    <w:rsid w:val="004251E8"/>
    <w:rPr>
      <w:color w:val="0000FF"/>
      <w:u w:val="single"/>
    </w:rPr>
  </w:style>
  <w:style w:type="paragraph" w:styleId="Header">
    <w:name w:val="header"/>
    <w:basedOn w:val="Normal"/>
    <w:link w:val="HeaderChar"/>
    <w:rsid w:val="008B0EC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B0EC2"/>
    <w:rPr>
      <w:rFonts w:ascii="Tahoma" w:hAnsi="Tahoma"/>
      <w:spacing w:val="10"/>
      <w:sz w:val="16"/>
      <w:szCs w:val="16"/>
    </w:rPr>
  </w:style>
  <w:style w:type="paragraph" w:styleId="Footer">
    <w:name w:val="footer"/>
    <w:basedOn w:val="Normal"/>
    <w:link w:val="FooterChar"/>
    <w:rsid w:val="008B0EC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B0EC2"/>
    <w:rPr>
      <w:rFonts w:ascii="Tahoma" w:hAnsi="Tahoma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--\Application%20Data\Microsoft\Templates\Credit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E524E-203D-4D10-8A0F-DB0214D6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Credit application</Template>
  <TotalTime>10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</dc:creator>
  <cp:keywords/>
  <dc:description/>
  <cp:lastModifiedBy>User</cp:lastModifiedBy>
  <cp:revision>3</cp:revision>
  <cp:lastPrinted>2016-06-15T04:02:00Z</cp:lastPrinted>
  <dcterms:created xsi:type="dcterms:W3CDTF">2016-04-12T20:42:00Z</dcterms:created>
  <dcterms:modified xsi:type="dcterms:W3CDTF">2016-06-15T04:08:00Z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TC010184631033</vt:lpwstr>
  </property>
</Properties>
</file>